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3EBCE" w14:textId="77777777" w:rsidR="00C10C2D" w:rsidRDefault="00C10C2D" w:rsidP="00B94694">
      <w:pPr>
        <w:pStyle w:val="Title"/>
      </w:pPr>
    </w:p>
    <w:p w14:paraId="1D2F0367" w14:textId="7A2F2D06" w:rsidR="00B94694" w:rsidRPr="005A3A33" w:rsidRDefault="001950D6" w:rsidP="00B94694">
      <w:pPr>
        <w:pStyle w:val="Title"/>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0F3927" w:rsidRPr="00DD41BC">
        <w:t>9-15/2024/22</w:t>
      </w:r>
    </w:p>
    <w:p w14:paraId="2FA24835" w14:textId="77777777" w:rsidR="00B94694" w:rsidRPr="005A3A33" w:rsidRDefault="00B94694" w:rsidP="00B94694">
      <w:pPr>
        <w:jc w:val="both"/>
        <w:rPr>
          <w:spacing w:val="0"/>
          <w:szCs w:val="18"/>
        </w:rPr>
      </w:pPr>
    </w:p>
    <w:p w14:paraId="7FB8DF29" w14:textId="77777777" w:rsidR="00B94694" w:rsidRDefault="00B94694" w:rsidP="008D247D">
      <w:pPr>
        <w:tabs>
          <w:tab w:val="right" w:pos="9000"/>
        </w:tabs>
        <w:jc w:val="both"/>
        <w:rPr>
          <w:spacing w:val="0"/>
          <w:szCs w:val="18"/>
        </w:rPr>
      </w:pPr>
    </w:p>
    <w:p w14:paraId="725613CA"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6B421BCD" w14:textId="77777777" w:rsidR="00B94694" w:rsidRPr="005A3A33" w:rsidRDefault="00B94694" w:rsidP="00B94694">
      <w:pPr>
        <w:jc w:val="both"/>
        <w:rPr>
          <w:spacing w:val="0"/>
        </w:rPr>
      </w:pPr>
    </w:p>
    <w:p w14:paraId="62316535" w14:textId="1B0CEE22"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07469B" w:rsidRPr="005A3A33">
        <w:rPr>
          <w:spacing w:val="0"/>
        </w:rPr>
        <w:t xml:space="preserve">keda esindab </w:t>
      </w:r>
      <w:r w:rsidR="0007469B">
        <w:rPr>
          <w:spacing w:val="0"/>
        </w:rPr>
        <w:t xml:space="preserve">volikirja </w:t>
      </w:r>
      <w:r w:rsidR="0007469B" w:rsidRPr="003717FE">
        <w:rPr>
          <w:spacing w:val="0"/>
        </w:rPr>
        <w:t xml:space="preserve">nr 9-1/2023/4485 alusel </w:t>
      </w:r>
      <w:r w:rsidR="0007469B">
        <w:rPr>
          <w:bCs/>
          <w:spacing w:val="0"/>
          <w:lang w:val="en-AU"/>
        </w:rPr>
        <w:t>ehitusspetsialist</w:t>
      </w:r>
      <w:r w:rsidR="0007469B" w:rsidRPr="003717FE">
        <w:rPr>
          <w:spacing w:val="0"/>
        </w:rPr>
        <w:t xml:space="preserve"> </w:t>
      </w:r>
      <w:r w:rsidR="0007469B">
        <w:rPr>
          <w:b/>
          <w:spacing w:val="0"/>
          <w:lang w:val="en-AU"/>
        </w:rPr>
        <w:t>Jüri Orlov</w:t>
      </w:r>
      <w:r w:rsidRPr="005A3A33">
        <w:rPr>
          <w:b/>
          <w:bCs/>
          <w:spacing w:val="0"/>
        </w:rPr>
        <w:t>,</w:t>
      </w:r>
      <w:r w:rsidRPr="005A3A33">
        <w:rPr>
          <w:spacing w:val="0"/>
        </w:rPr>
        <w:t xml:space="preserve"> ühelt poolt,</w:t>
      </w:r>
    </w:p>
    <w:p w14:paraId="1C048516" w14:textId="46A6599A" w:rsidR="00B94694" w:rsidRPr="005A3A33" w:rsidRDefault="005F32F1" w:rsidP="005F32F1">
      <w:pPr>
        <w:spacing w:after="240"/>
        <w:jc w:val="both"/>
        <w:rPr>
          <w:spacing w:val="0"/>
        </w:rPr>
      </w:pPr>
      <w:r w:rsidRPr="005F32F1">
        <w:rPr>
          <w:spacing w:val="0"/>
        </w:rPr>
        <w:t xml:space="preserve">ja </w:t>
      </w:r>
      <w:r w:rsidR="00754E29" w:rsidRPr="00DD41BC">
        <w:rPr>
          <w:b/>
          <w:spacing w:val="0"/>
        </w:rPr>
        <w:t>Aruna-Ehitus OÜ</w:t>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004D6E71" w:rsidRPr="004D6E71">
        <w:rPr>
          <w:bCs/>
          <w:spacing w:val="0"/>
        </w:rPr>
        <w:t>juhatuse liige</w:t>
      </w:r>
      <w:r w:rsidRPr="004D6E71">
        <w:rPr>
          <w:bCs/>
          <w:spacing w:val="0"/>
        </w:rPr>
        <w:t xml:space="preserve"> </w:t>
      </w:r>
      <w:r w:rsidR="004D6E71">
        <w:rPr>
          <w:b/>
          <w:spacing w:val="0"/>
          <w:lang w:val="en-AU"/>
        </w:rPr>
        <w:t>Arunas Buga</w:t>
      </w:r>
      <w:r w:rsidRPr="005F32F1">
        <w:rPr>
          <w:spacing w:val="0"/>
        </w:rPr>
        <w:t xml:space="preserve">, kes tegutseb </w:t>
      </w:r>
      <w:r w:rsidR="004D6E71" w:rsidRPr="004D6E71">
        <w:rPr>
          <w:b/>
          <w:spacing w:val="0"/>
        </w:rPr>
        <w:t>põhikirja</w:t>
      </w:r>
      <w:r w:rsidRPr="004D6E71">
        <w:rPr>
          <w:spacing w:val="0"/>
        </w:rPr>
        <w:t xml:space="preserve"> </w:t>
      </w:r>
      <w:r w:rsidRPr="005F32F1">
        <w:rPr>
          <w:spacing w:val="0"/>
        </w:rPr>
        <w:t xml:space="preserve">alusel, teiselt poolt, </w:t>
      </w:r>
    </w:p>
    <w:p w14:paraId="747266DE"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63E15698" w14:textId="7D3DD91A"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w:t>
      </w:r>
      <w:r w:rsidR="004D6E71">
        <w:rPr>
          <w:spacing w:val="0"/>
          <w:szCs w:val="18"/>
        </w:rPr>
        <w:t xml:space="preserve"> </w:t>
      </w:r>
      <w:r w:rsidR="001950D6">
        <w:rPr>
          <w:spacing w:val="0"/>
          <w:szCs w:val="18"/>
        </w:rPr>
        <w:t>1-47/</w:t>
      </w:r>
      <w:r w:rsidR="006D75E1" w:rsidRPr="00DD41BC">
        <w:rPr>
          <w:spacing w:val="0"/>
          <w:szCs w:val="18"/>
        </w:rPr>
        <w:t>3122</w:t>
      </w:r>
      <w:r w:rsidR="001950D6">
        <w:rPr>
          <w:spacing w:val="0"/>
          <w:szCs w:val="18"/>
        </w:rPr>
        <w:t xml:space="preserve">  (viitenumber </w:t>
      </w:r>
      <w:r w:rsidR="00B03655" w:rsidRPr="00DD41BC">
        <w:rPr>
          <w:spacing w:val="0"/>
          <w:szCs w:val="18"/>
        </w:rPr>
        <w:t>279520</w:t>
      </w:r>
      <w:r w:rsidR="001950D6">
        <w:rPr>
          <w:spacing w:val="0"/>
          <w:szCs w:val="18"/>
        </w:rPr>
        <w:t xml:space="preserve">) tulemusena </w:t>
      </w:r>
      <w:r w:rsidRPr="005A3A33">
        <w:rPr>
          <w:spacing w:val="0"/>
          <w:szCs w:val="18"/>
        </w:rPr>
        <w:t>all</w:t>
      </w:r>
      <w:r w:rsidR="008D247D" w:rsidRPr="005A3A33">
        <w:rPr>
          <w:spacing w:val="0"/>
          <w:szCs w:val="18"/>
        </w:rPr>
        <w:t>järgnevas:</w:t>
      </w:r>
    </w:p>
    <w:p w14:paraId="56C4007A"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38531A71" w14:textId="097D91A4" w:rsidR="007A2FCE" w:rsidRPr="005A3A33" w:rsidRDefault="00B94694" w:rsidP="009109EE">
      <w:pPr>
        <w:numPr>
          <w:ilvl w:val="1"/>
          <w:numId w:val="1"/>
        </w:numPr>
        <w:spacing w:after="120"/>
        <w:jc w:val="both"/>
        <w:rPr>
          <w:spacing w:val="0"/>
          <w:szCs w:val="18"/>
        </w:rPr>
      </w:pPr>
      <w:r w:rsidRPr="00110C39">
        <w:rPr>
          <w:spacing w:val="0"/>
          <w:szCs w:val="18"/>
        </w:rPr>
        <w:t xml:space="preserve">Lepingu </w:t>
      </w:r>
      <w:r w:rsidR="00873E55" w:rsidRPr="00110C39">
        <w:rPr>
          <w:spacing w:val="0"/>
          <w:szCs w:val="18"/>
        </w:rPr>
        <w:t xml:space="preserve">eesmärgiks on </w:t>
      </w:r>
      <w:r w:rsidR="004D6E71" w:rsidRPr="00110C39">
        <w:rPr>
          <w:spacing w:val="0"/>
          <w:szCs w:val="18"/>
        </w:rPr>
        <w:t>aadressil Mõisa, Sagadi k, Haljala V, L-Virumaa mk</w:t>
      </w:r>
      <w:r w:rsidR="00C002C5" w:rsidRPr="00110C39">
        <w:rPr>
          <w:spacing w:val="0"/>
          <w:szCs w:val="18"/>
        </w:rPr>
        <w:t xml:space="preserve"> asuva </w:t>
      </w:r>
      <w:r w:rsidR="004D6E71" w:rsidRPr="00110C39">
        <w:rPr>
          <w:b/>
          <w:spacing w:val="0"/>
        </w:rPr>
        <w:t>RMK Sagadi väravahoone ja piirdeaia</w:t>
      </w:r>
      <w:r w:rsidRPr="00110C39">
        <w:rPr>
          <w:spacing w:val="0"/>
          <w:szCs w:val="18"/>
        </w:rPr>
        <w:t xml:space="preserve"> </w:t>
      </w:r>
      <w:r w:rsidR="004D6E71" w:rsidRPr="00110C39">
        <w:rPr>
          <w:spacing w:val="0"/>
          <w:szCs w:val="18"/>
        </w:rPr>
        <w:t>(</w:t>
      </w:r>
      <w:r w:rsidR="004D6E71" w:rsidRPr="00110C39">
        <w:rPr>
          <w:spacing w:val="0"/>
          <w:szCs w:val="18"/>
        </w:rPr>
        <w:t>EHR kood 108035030, katastriüksus 88702:001:0259)</w:t>
      </w:r>
      <w:r w:rsidR="004D6E71">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7A541D" w:rsidRPr="005A3A33">
        <w:rPr>
          <w:b/>
          <w:spacing w:val="0"/>
          <w:szCs w:val="18"/>
        </w:rPr>
        <w:t>hitus- ja remonttööd</w:t>
      </w:r>
      <w:r w:rsidR="00833639">
        <w:rPr>
          <w:b/>
          <w:spacing w:val="0"/>
          <w:szCs w:val="18"/>
        </w:rPr>
        <w:t xml:space="preserve"> ning muinsuskaitselised restaureerimistööd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672A3DE3"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5A950953"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47273BCD" w14:textId="6EFB8447" w:rsidR="00B03655" w:rsidRPr="00B03655" w:rsidRDefault="00B03655" w:rsidP="00B03655">
      <w:pPr>
        <w:pStyle w:val="ListParagraph"/>
        <w:numPr>
          <w:ilvl w:val="2"/>
          <w:numId w:val="1"/>
        </w:numPr>
        <w:rPr>
          <w:spacing w:val="0"/>
          <w:szCs w:val="18"/>
        </w:rPr>
      </w:pPr>
      <w:r w:rsidRPr="00B03655">
        <w:rPr>
          <w:spacing w:val="0"/>
          <w:szCs w:val="18"/>
        </w:rPr>
        <w:t>Sagadi mõisa väravahoone restaureerimis- ja ehitusprojekt. Töö nr: 23-10, tööprojekt. Koostaja ARC Projekt OÜ;</w:t>
      </w:r>
    </w:p>
    <w:p w14:paraId="0F21C59A" w14:textId="77777777" w:rsidR="0010269D" w:rsidRPr="00B03655" w:rsidRDefault="0010269D" w:rsidP="0010269D">
      <w:pPr>
        <w:numPr>
          <w:ilvl w:val="0"/>
          <w:numId w:val="1"/>
        </w:numPr>
        <w:spacing w:before="240" w:after="240"/>
        <w:jc w:val="both"/>
        <w:rPr>
          <w:caps/>
          <w:spacing w:val="0"/>
          <w:szCs w:val="18"/>
        </w:rPr>
      </w:pPr>
      <w:r w:rsidRPr="00B03655">
        <w:rPr>
          <w:b/>
          <w:caps/>
          <w:spacing w:val="0"/>
        </w:rPr>
        <w:t>Üldsätted</w:t>
      </w:r>
    </w:p>
    <w:p w14:paraId="1DA65E58"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muinsuskaitselised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127E0EB1"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09066309"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551215BA" w14:textId="77777777" w:rsidR="009603AB" w:rsidRPr="005A3A33" w:rsidRDefault="009603AB" w:rsidP="005B6CCC">
      <w:pPr>
        <w:tabs>
          <w:tab w:val="num" w:pos="1155"/>
        </w:tabs>
        <w:spacing w:after="120"/>
        <w:jc w:val="both"/>
        <w:rPr>
          <w:spacing w:val="0"/>
          <w:szCs w:val="18"/>
        </w:rPr>
      </w:pPr>
    </w:p>
    <w:p w14:paraId="31D86906"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lastRenderedPageBreak/>
        <w:t>TÖÖDE TEOSTAMISE TÄHTAJAD</w:t>
      </w:r>
    </w:p>
    <w:p w14:paraId="5641C699" w14:textId="2382BA42"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E373C8" w:rsidRPr="00DD41BC">
        <w:rPr>
          <w:b/>
          <w:spacing w:val="0"/>
        </w:rPr>
        <w:t>1</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346CB6FF" w14:textId="3D56D975"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Tööüleandmise lõpptäht</w:t>
      </w:r>
      <w:r w:rsidR="00F343EA" w:rsidRPr="005A3A33">
        <w:rPr>
          <w:spacing w:val="0"/>
        </w:rPr>
        <w:t>päev</w:t>
      </w:r>
      <w:r w:rsidRPr="005A3A33">
        <w:rPr>
          <w:spacing w:val="0"/>
        </w:rPr>
        <w:t xml:space="preserve"> on </w:t>
      </w:r>
      <w:r w:rsidR="00E373C8">
        <w:rPr>
          <w:spacing w:val="0"/>
        </w:rPr>
        <w:t>31.10.2024.</w:t>
      </w:r>
    </w:p>
    <w:p w14:paraId="49B51F31"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447A6A60" w14:textId="62C63E1F"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6D75E1">
        <w:rPr>
          <w:b/>
          <w:spacing w:val="0"/>
        </w:rPr>
        <w:t>189060.40</w:t>
      </w:r>
      <w:r w:rsidR="00357644" w:rsidRPr="009D2603">
        <w:rPr>
          <w:spacing w:val="0"/>
        </w:rPr>
        <w:t xml:space="preserve"> </w:t>
      </w:r>
      <w:r w:rsidRPr="009D2603">
        <w:rPr>
          <w:spacing w:val="0"/>
          <w:szCs w:val="18"/>
        </w:rPr>
        <w:t>(</w:t>
      </w:r>
      <w:r w:rsidR="006D75E1">
        <w:rPr>
          <w:spacing w:val="0"/>
        </w:rPr>
        <w:t>sada kaheksakümmend üheksa tuhat kuuskümmend koma nelikümmend</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274FBAF8" w14:textId="2B9FB135"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6D75E1">
        <w:rPr>
          <w:b/>
          <w:spacing w:val="0"/>
        </w:rPr>
        <w:t>28359</w:t>
      </w:r>
      <w:r w:rsidR="00727DC2" w:rsidRPr="009D2603">
        <w:rPr>
          <w:spacing w:val="0"/>
          <w:szCs w:val="18"/>
        </w:rPr>
        <w:t xml:space="preserve"> (</w:t>
      </w:r>
      <w:r w:rsidR="006D75E1">
        <w:rPr>
          <w:spacing w:val="0"/>
        </w:rPr>
        <w:t>kakskümmend kaheksa tuhat kolmsada viiskümmend üheksa</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38C48A9F"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6706B706"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7A8430A"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5D2092A6"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45A6D71A"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2C96D065"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30C58543"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24963BA0"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327A2C4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1400D697" w14:textId="77777777" w:rsidR="0010269D" w:rsidRPr="005A3A33" w:rsidRDefault="008319DC" w:rsidP="008319DC">
      <w:pPr>
        <w:numPr>
          <w:ilvl w:val="1"/>
          <w:numId w:val="1"/>
        </w:numPr>
        <w:spacing w:after="120"/>
        <w:jc w:val="both"/>
        <w:rPr>
          <w:spacing w:val="0"/>
          <w:szCs w:val="18"/>
        </w:rPr>
      </w:pPr>
      <w:r w:rsidRPr="005A3A33">
        <w:rPr>
          <w:spacing w:val="0"/>
          <w:szCs w:val="18"/>
        </w:rPr>
        <w:lastRenderedPageBreak/>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7F3526EF"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352394FD"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3117729F"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6B9506E4"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4F363D75"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6EE0893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36FE0443"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49F6582E"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0AA1AE63"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77ABBEFD"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12CAE480"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0CACCE42"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C715F97"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046D04BE" w14:textId="77777777" w:rsidR="000C10F1" w:rsidRPr="005A3A33" w:rsidRDefault="000C10F1" w:rsidP="000C10F1">
      <w:pPr>
        <w:numPr>
          <w:ilvl w:val="1"/>
          <w:numId w:val="1"/>
        </w:numPr>
        <w:spacing w:after="120"/>
        <w:jc w:val="both"/>
        <w:rPr>
          <w:spacing w:val="0"/>
          <w:szCs w:val="18"/>
        </w:rPr>
      </w:pPr>
      <w:r w:rsidRPr="005A3A33">
        <w:rPr>
          <w:spacing w:val="0"/>
          <w:szCs w:val="18"/>
        </w:rPr>
        <w:lastRenderedPageBreak/>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655B9B2D"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065D095C"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3A3CB323"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45B11FB4"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371A1C00"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FB0FD2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43EC69C7"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5FA2E284"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6D8B906"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433ED134"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5BEC904E"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1D68E711"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5C752BC6"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161D3867"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7A09895A"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5AE73BE7"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lastRenderedPageBreak/>
        <w:t>Tellija kohustused</w:t>
      </w:r>
    </w:p>
    <w:p w14:paraId="73F1F0A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23A9E11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472C8EE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137367E6"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4D65A192"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4EF42EA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08AEF452"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3ADFA8F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3162920E"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2D89FA01"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2148C6D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7FFFFA37"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1A2F1C53"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1C5E57DF"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6A5DD6EF"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2D0B6F42"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2AB8080D" w14:textId="77777777" w:rsidR="00543444" w:rsidRPr="005A3A33" w:rsidRDefault="00543444" w:rsidP="00543444">
      <w:pPr>
        <w:numPr>
          <w:ilvl w:val="1"/>
          <w:numId w:val="1"/>
        </w:numPr>
        <w:spacing w:after="120"/>
        <w:jc w:val="both"/>
        <w:rPr>
          <w:spacing w:val="0"/>
          <w:szCs w:val="18"/>
        </w:rPr>
      </w:pPr>
      <w:r w:rsidRPr="005A3A33">
        <w:rPr>
          <w:spacing w:val="0"/>
          <w:szCs w:val="18"/>
        </w:rPr>
        <w:lastRenderedPageBreak/>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7119A2BA"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7F84A8C3"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1F4B2FF6"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227BB23B"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7E714E4E"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5BD61479"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3EDC55D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25D560C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05EDDBE8"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1119F633"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2C06CEBB"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1C35AB5C"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1FBB094"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3FB1F488" w14:textId="77777777" w:rsidR="009603AB" w:rsidRDefault="009603AB" w:rsidP="009603AB">
      <w:pPr>
        <w:spacing w:after="120"/>
        <w:ind w:left="397"/>
        <w:jc w:val="both"/>
        <w:rPr>
          <w:spacing w:val="0"/>
        </w:rPr>
      </w:pPr>
    </w:p>
    <w:p w14:paraId="28FEEC49" w14:textId="77777777" w:rsidR="009603AB" w:rsidRPr="005A3A33" w:rsidRDefault="009603AB" w:rsidP="009603AB">
      <w:pPr>
        <w:spacing w:after="120"/>
        <w:ind w:left="397"/>
        <w:jc w:val="both"/>
        <w:rPr>
          <w:spacing w:val="0"/>
          <w:szCs w:val="18"/>
        </w:rPr>
      </w:pPr>
    </w:p>
    <w:p w14:paraId="56BB6F0E"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lastRenderedPageBreak/>
        <w:t>GARANTII. TAGATISED</w:t>
      </w:r>
    </w:p>
    <w:p w14:paraId="6FA05150"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745C531C"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14ED4C7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6E9C1FD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767F53EC"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0DC381A5"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205142A0"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6875C9FE"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09D2F543"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7D17B29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112B9EAE"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51733FDE"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4D660C80"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5EFA7712" w14:textId="77777777" w:rsidR="009603AB" w:rsidRPr="005A3A33" w:rsidRDefault="009603AB" w:rsidP="009603AB">
      <w:pPr>
        <w:spacing w:after="120"/>
        <w:jc w:val="both"/>
        <w:rPr>
          <w:spacing w:val="0"/>
          <w:szCs w:val="18"/>
        </w:rPr>
      </w:pPr>
    </w:p>
    <w:p w14:paraId="49B6CEF2"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lastRenderedPageBreak/>
        <w:t>Lepingu lõppemine ja lõpetamine</w:t>
      </w:r>
    </w:p>
    <w:p w14:paraId="052DF8DA"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4FB07BFE"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40918CF9"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2ADA1429"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0B442B5C"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51402051"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2424B099" w14:textId="5F5FC48F"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B03655">
        <w:rPr>
          <w:spacing w:val="0"/>
          <w:szCs w:val="18"/>
        </w:rPr>
        <w:t>ehitusspetsialist</w:t>
      </w:r>
      <w:r>
        <w:rPr>
          <w:spacing w:val="0"/>
          <w:szCs w:val="18"/>
        </w:rPr>
        <w:t xml:space="preserve"> </w:t>
      </w:r>
      <w:r w:rsidR="00B03655">
        <w:rPr>
          <w:spacing w:val="-3"/>
        </w:rPr>
        <w:t>Jüri Orlov</w:t>
      </w:r>
      <w:r w:rsidR="00D21B88" w:rsidRPr="00D21B88">
        <w:rPr>
          <w:spacing w:val="-3"/>
        </w:rPr>
        <w:t xml:space="preserve"> tel. nr. </w:t>
      </w:r>
      <w:r w:rsidR="00B03655">
        <w:rPr>
          <w:spacing w:val="-3"/>
        </w:rPr>
        <w:t>5216263</w:t>
      </w:r>
      <w:r w:rsidR="00D21B88" w:rsidRPr="00D21B88">
        <w:rPr>
          <w:spacing w:val="-3"/>
        </w:rPr>
        <w:t xml:space="preserve">, e-mail </w:t>
      </w:r>
      <w:r w:rsidR="00B03655">
        <w:rPr>
          <w:spacing w:val="-3"/>
        </w:rPr>
        <w:t>jyri.orlov@rmk.ee</w:t>
      </w:r>
      <w:r w:rsidR="00D21B88" w:rsidRPr="00D21B88">
        <w:rPr>
          <w:spacing w:val="-3"/>
        </w:rPr>
        <w:t>;</w:t>
      </w:r>
    </w:p>
    <w:p w14:paraId="2E97AA03" w14:textId="19D7D33C"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B03655">
        <w:rPr>
          <w:spacing w:val="0"/>
          <w:szCs w:val="18"/>
        </w:rPr>
        <w:t>remondi- ja ehitusspetsialist</w:t>
      </w:r>
      <w:r w:rsidR="0045429A">
        <w:rPr>
          <w:spacing w:val="0"/>
          <w:szCs w:val="18"/>
        </w:rPr>
        <w:t xml:space="preserve"> </w:t>
      </w:r>
      <w:r w:rsidR="00B03655">
        <w:rPr>
          <w:spacing w:val="0"/>
          <w:szCs w:val="18"/>
        </w:rPr>
        <w:t>Tarmo Põkka</w:t>
      </w:r>
      <w:r w:rsidRPr="0045429A">
        <w:rPr>
          <w:spacing w:val="0"/>
          <w:szCs w:val="18"/>
        </w:rPr>
        <w:t xml:space="preserve"> tel. nr. </w:t>
      </w:r>
      <w:r w:rsidR="00B03655" w:rsidRPr="00B03655">
        <w:rPr>
          <w:spacing w:val="0"/>
          <w:szCs w:val="18"/>
        </w:rPr>
        <w:t>5529336</w:t>
      </w:r>
      <w:r w:rsidRPr="0045429A">
        <w:rPr>
          <w:spacing w:val="0"/>
          <w:szCs w:val="18"/>
        </w:rPr>
        <w:t xml:space="preserve">, e-mail </w:t>
      </w:r>
      <w:r w:rsidR="00B03655">
        <w:rPr>
          <w:spacing w:val="0"/>
          <w:szCs w:val="18"/>
        </w:rPr>
        <w:t>tarmo.pokka@rmk.ee</w:t>
      </w:r>
      <w:r w:rsidRPr="0045429A">
        <w:rPr>
          <w:spacing w:val="0"/>
          <w:szCs w:val="18"/>
        </w:rPr>
        <w:t>;</w:t>
      </w:r>
    </w:p>
    <w:p w14:paraId="47B6423E"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36181C6A" w14:textId="056125FA"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DD41BC">
        <w:rPr>
          <w:spacing w:val="0"/>
          <w:szCs w:val="18"/>
        </w:rPr>
        <w:t>juhatuse liige</w:t>
      </w:r>
      <w:r w:rsidR="0045429A">
        <w:rPr>
          <w:spacing w:val="0"/>
          <w:szCs w:val="18"/>
        </w:rPr>
        <w:t xml:space="preserve"> </w:t>
      </w:r>
      <w:proofErr w:type="spellStart"/>
      <w:r w:rsidR="00DD41BC">
        <w:rPr>
          <w:spacing w:val="0"/>
        </w:rPr>
        <w:t>Arunas</w:t>
      </w:r>
      <w:proofErr w:type="spellEnd"/>
      <w:r w:rsidR="00DD41BC">
        <w:rPr>
          <w:spacing w:val="0"/>
        </w:rPr>
        <w:t xml:space="preserve"> </w:t>
      </w:r>
      <w:proofErr w:type="spellStart"/>
      <w:r w:rsidR="00DD41BC">
        <w:rPr>
          <w:spacing w:val="0"/>
        </w:rPr>
        <w:t>Buga</w:t>
      </w:r>
      <w:proofErr w:type="spellEnd"/>
      <w:r w:rsidR="00882874">
        <w:rPr>
          <w:spacing w:val="0"/>
        </w:rPr>
        <w:t>,</w:t>
      </w:r>
      <w:r w:rsidRPr="00D21B88">
        <w:rPr>
          <w:spacing w:val="0"/>
        </w:rPr>
        <w:t xml:space="preserve"> tel. nr. </w:t>
      </w:r>
      <w:r w:rsidR="00DD41BC">
        <w:rPr>
          <w:spacing w:val="0"/>
        </w:rPr>
        <w:t>5050380</w:t>
      </w:r>
      <w:r w:rsidRPr="00D21B88">
        <w:rPr>
          <w:spacing w:val="0"/>
        </w:rPr>
        <w:t xml:space="preserve">, e-mail </w:t>
      </w:r>
      <w:r w:rsidR="00DD41BC">
        <w:rPr>
          <w:spacing w:val="0"/>
        </w:rPr>
        <w:t>info@arunaehitus.ee</w:t>
      </w:r>
      <w:r w:rsidRPr="00D21B88">
        <w:rPr>
          <w:spacing w:val="0"/>
        </w:rPr>
        <w:t>;</w:t>
      </w:r>
    </w:p>
    <w:p w14:paraId="5606EAD2" w14:textId="4FA4DE27" w:rsidR="00D21B88" w:rsidRDefault="00D21B88" w:rsidP="00D21B88">
      <w:pPr>
        <w:numPr>
          <w:ilvl w:val="2"/>
          <w:numId w:val="1"/>
        </w:numPr>
        <w:tabs>
          <w:tab w:val="left" w:pos="851"/>
        </w:tabs>
        <w:suppressAutoHyphens/>
        <w:spacing w:before="120"/>
        <w:jc w:val="both"/>
        <w:rPr>
          <w:spacing w:val="0"/>
        </w:rPr>
      </w:pPr>
      <w:r>
        <w:rPr>
          <w:spacing w:val="-3"/>
        </w:rPr>
        <w:t xml:space="preserve">Töövõtja esindaja </w:t>
      </w:r>
      <w:r w:rsidR="00DD41BC">
        <w:rPr>
          <w:spacing w:val="-3"/>
        </w:rPr>
        <w:t xml:space="preserve">Leonid </w:t>
      </w:r>
      <w:proofErr w:type="spellStart"/>
      <w:r w:rsidR="00DD41BC">
        <w:rPr>
          <w:spacing w:val="-3"/>
        </w:rPr>
        <w:t>Ovtšinnikov</w:t>
      </w:r>
      <w:proofErr w:type="spellEnd"/>
      <w:r>
        <w:rPr>
          <w:spacing w:val="-3"/>
        </w:rPr>
        <w: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057DD0">
        <w:rPr>
          <w:spacing w:val="0"/>
          <w:szCs w:val="18"/>
        </w:rPr>
        <w:t>projektijuht</w:t>
      </w:r>
      <w:r w:rsidR="0045429A">
        <w:rPr>
          <w:spacing w:val="0"/>
          <w:szCs w:val="18"/>
        </w:rPr>
        <w:t xml:space="preserve"> </w:t>
      </w:r>
      <w:r w:rsidR="00057DD0">
        <w:rPr>
          <w:spacing w:val="0"/>
          <w:szCs w:val="18"/>
        </w:rPr>
        <w:t xml:space="preserve">Leonid </w:t>
      </w:r>
      <w:proofErr w:type="spellStart"/>
      <w:r w:rsidR="00057DD0">
        <w:rPr>
          <w:spacing w:val="0"/>
          <w:szCs w:val="18"/>
        </w:rPr>
        <w:t>Ovtšinnikov</w:t>
      </w:r>
      <w:proofErr w:type="spellEnd"/>
      <w:r w:rsidR="00882874">
        <w:rPr>
          <w:spacing w:val="0"/>
        </w:rPr>
        <w:t>,</w:t>
      </w:r>
      <w:r w:rsidRPr="00D21B88">
        <w:rPr>
          <w:spacing w:val="0"/>
        </w:rPr>
        <w:t xml:space="preserve"> tel. nr. </w:t>
      </w:r>
      <w:r w:rsidR="00057DD0">
        <w:rPr>
          <w:spacing w:val="0"/>
        </w:rPr>
        <w:t>5067871</w:t>
      </w:r>
      <w:r w:rsidRPr="00D21B88">
        <w:rPr>
          <w:spacing w:val="0"/>
        </w:rPr>
        <w:t xml:space="preserve">, e-mail </w:t>
      </w:r>
      <w:hyperlink r:id="rId8" w:history="1">
        <w:r w:rsidR="007F1CA5" w:rsidRPr="00677C50">
          <w:rPr>
            <w:rStyle w:val="Hyperlink"/>
            <w:spacing w:val="0"/>
          </w:rPr>
          <w:t>leonid@arunaehitus.ee</w:t>
        </w:r>
      </w:hyperlink>
      <w:r w:rsidR="0045429A">
        <w:rPr>
          <w:spacing w:val="0"/>
        </w:rPr>
        <w:t>;</w:t>
      </w:r>
    </w:p>
    <w:p w14:paraId="78771E12" w14:textId="13488B5B" w:rsidR="007F1CA5" w:rsidRPr="00D21B88" w:rsidRDefault="007F1CA5" w:rsidP="00D21B88">
      <w:pPr>
        <w:numPr>
          <w:ilvl w:val="2"/>
          <w:numId w:val="1"/>
        </w:numPr>
        <w:tabs>
          <w:tab w:val="left" w:pos="851"/>
        </w:tabs>
        <w:suppressAutoHyphens/>
        <w:spacing w:before="120"/>
        <w:jc w:val="both"/>
        <w:rPr>
          <w:spacing w:val="0"/>
        </w:rPr>
      </w:pPr>
      <w:r>
        <w:rPr>
          <w:spacing w:val="-3"/>
        </w:rPr>
        <w:t xml:space="preserve">Töövõtja esindaja </w:t>
      </w:r>
      <w:proofErr w:type="spellStart"/>
      <w:r w:rsidRPr="007F1CA5">
        <w:rPr>
          <w:spacing w:val="-3"/>
        </w:rPr>
        <w:t>Danel</w:t>
      </w:r>
      <w:proofErr w:type="spellEnd"/>
      <w:r w:rsidRPr="007F1CA5">
        <w:rPr>
          <w:spacing w:val="-3"/>
        </w:rPr>
        <w:t xml:space="preserve"> Paavo </w:t>
      </w:r>
      <w:r>
        <w:rPr>
          <w:spacing w:val="-3"/>
        </w:rPr>
        <w:t xml:space="preserve">m. </w:t>
      </w:r>
      <w:r w:rsidRPr="007F1CA5">
        <w:rPr>
          <w:spacing w:val="-3"/>
        </w:rPr>
        <w:t xml:space="preserve">5035119, </w:t>
      </w:r>
      <w:r>
        <w:rPr>
          <w:spacing w:val="-3"/>
        </w:rPr>
        <w:t xml:space="preserve">e-mail: </w:t>
      </w:r>
      <w:r w:rsidRPr="007F1CA5">
        <w:rPr>
          <w:spacing w:val="-3"/>
        </w:rPr>
        <w:t>danel@arunaehitus.ee</w:t>
      </w:r>
      <w:r>
        <w:rPr>
          <w:spacing w:val="-3"/>
        </w:rPr>
        <w:t>, kes on volitatud juhtima töid ehitusobjektil</w:t>
      </w:r>
      <w:r>
        <w:rPr>
          <w:spacing w:val="-3"/>
        </w:rPr>
        <w:t>;</w:t>
      </w:r>
    </w:p>
    <w:p w14:paraId="626B4BBC" w14:textId="243E8886"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DD41BC">
        <w:rPr>
          <w:spacing w:val="0"/>
          <w:szCs w:val="18"/>
        </w:rPr>
        <w:t>Aruna-Ehitus OÜ</w:t>
      </w:r>
      <w:r w:rsidR="00882874">
        <w:rPr>
          <w:spacing w:val="0"/>
          <w:szCs w:val="18"/>
        </w:rPr>
        <w:t>,</w:t>
      </w:r>
      <w:r w:rsidR="00882874" w:rsidRPr="00882874">
        <w:rPr>
          <w:spacing w:val="0"/>
          <w:szCs w:val="18"/>
        </w:rPr>
        <w:t xml:space="preserve"> </w:t>
      </w:r>
      <w:r w:rsidR="00DD41BC">
        <w:rPr>
          <w:spacing w:val="0"/>
          <w:szCs w:val="18"/>
        </w:rPr>
        <w:t>projektijuht</w:t>
      </w:r>
      <w:r w:rsidR="00882874">
        <w:rPr>
          <w:spacing w:val="0"/>
          <w:szCs w:val="18"/>
        </w:rPr>
        <w:t xml:space="preserve"> </w:t>
      </w:r>
      <w:r w:rsidR="00DD41BC">
        <w:rPr>
          <w:spacing w:val="-3"/>
        </w:rPr>
        <w:t xml:space="preserve">Leonid </w:t>
      </w:r>
      <w:proofErr w:type="spellStart"/>
      <w:r w:rsidR="00DD41BC">
        <w:rPr>
          <w:spacing w:val="-3"/>
        </w:rPr>
        <w:t>Ovtšinnikov</w:t>
      </w:r>
      <w:proofErr w:type="spellEnd"/>
      <w:r w:rsidR="00882874">
        <w:rPr>
          <w:spacing w:val="0"/>
        </w:rPr>
        <w:t>,</w:t>
      </w:r>
      <w:r w:rsidR="00882874" w:rsidRPr="00D21B88">
        <w:rPr>
          <w:spacing w:val="0"/>
        </w:rPr>
        <w:t xml:space="preserve"> tel. nr. </w:t>
      </w:r>
      <w:r w:rsidR="00DD41BC">
        <w:rPr>
          <w:spacing w:val="0"/>
        </w:rPr>
        <w:t>5067871</w:t>
      </w:r>
      <w:r w:rsidR="009603AB">
        <w:rPr>
          <w:spacing w:val="0"/>
        </w:rPr>
        <w:t>, e-post</w:t>
      </w:r>
      <w:r w:rsidR="00882874" w:rsidRPr="00D21B88">
        <w:rPr>
          <w:spacing w:val="0"/>
        </w:rPr>
        <w:t xml:space="preserve"> </w:t>
      </w:r>
      <w:r w:rsidR="00DD41BC">
        <w:rPr>
          <w:spacing w:val="0"/>
        </w:rPr>
        <w:t>leonid@arunaehitus.ee</w:t>
      </w:r>
      <w:r w:rsidR="009E02CA" w:rsidRPr="0045429A">
        <w:rPr>
          <w:spacing w:val="-3"/>
        </w:rPr>
        <w:t>.</w:t>
      </w:r>
    </w:p>
    <w:p w14:paraId="49455625"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0406A409"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0DCF918A"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lastRenderedPageBreak/>
        <w:t>E-kirja teel edastatud teated peetakse kättesaaduks alates teate edastamisele järgnevast tööpäevast.</w:t>
      </w:r>
    </w:p>
    <w:p w14:paraId="6F0F0B4F"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2F31CE09"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24B9FE52"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0E5E5B78"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54E7CF9A"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5C142BF2"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94495BD" w14:textId="77777777" w:rsidTr="005E2123">
        <w:trPr>
          <w:trHeight w:val="230"/>
        </w:trPr>
        <w:tc>
          <w:tcPr>
            <w:tcW w:w="4536" w:type="dxa"/>
          </w:tcPr>
          <w:p w14:paraId="0CE6DD6D"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0FC95167"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02F5CD3F" w14:textId="77777777" w:rsidTr="005E2123">
        <w:trPr>
          <w:trHeight w:val="1097"/>
        </w:trPr>
        <w:tc>
          <w:tcPr>
            <w:tcW w:w="4536" w:type="dxa"/>
          </w:tcPr>
          <w:p w14:paraId="17314BC7" w14:textId="77777777" w:rsidR="00561311" w:rsidRPr="005A3A33" w:rsidRDefault="00561311" w:rsidP="00561311">
            <w:pPr>
              <w:tabs>
                <w:tab w:val="left" w:pos="4320"/>
              </w:tabs>
              <w:jc w:val="both"/>
              <w:rPr>
                <w:spacing w:val="0"/>
              </w:rPr>
            </w:pPr>
            <w:r w:rsidRPr="005A3A33">
              <w:rPr>
                <w:spacing w:val="0"/>
              </w:rPr>
              <w:t>Riigimetsa Majandamise Keskus</w:t>
            </w:r>
          </w:p>
          <w:p w14:paraId="5934DC25" w14:textId="77777777" w:rsidR="002D125D" w:rsidRPr="002D125D" w:rsidRDefault="002D125D" w:rsidP="002D125D">
            <w:pPr>
              <w:tabs>
                <w:tab w:val="left" w:pos="4320"/>
              </w:tabs>
              <w:jc w:val="both"/>
              <w:rPr>
                <w:spacing w:val="0"/>
              </w:rPr>
            </w:pPr>
            <w:r w:rsidRPr="002D125D">
              <w:rPr>
                <w:spacing w:val="0"/>
              </w:rPr>
              <w:t>Sagadi küla, 45403 Haljala vald,</w:t>
            </w:r>
          </w:p>
          <w:p w14:paraId="5BEE62E3" w14:textId="77777777" w:rsidR="00561311" w:rsidRPr="005A3A33" w:rsidRDefault="002D125D" w:rsidP="002D125D">
            <w:pPr>
              <w:tabs>
                <w:tab w:val="left" w:pos="4320"/>
              </w:tabs>
              <w:jc w:val="both"/>
              <w:rPr>
                <w:spacing w:val="0"/>
              </w:rPr>
            </w:pPr>
            <w:r w:rsidRPr="002D125D">
              <w:rPr>
                <w:spacing w:val="0"/>
              </w:rPr>
              <w:t>Lääne-Viru maakond</w:t>
            </w:r>
          </w:p>
          <w:p w14:paraId="63548A6F" w14:textId="77777777" w:rsidR="00561311" w:rsidRPr="005A3A33" w:rsidRDefault="00561311" w:rsidP="00561311">
            <w:pPr>
              <w:tabs>
                <w:tab w:val="left" w:pos="4320"/>
              </w:tabs>
              <w:jc w:val="both"/>
              <w:rPr>
                <w:spacing w:val="0"/>
              </w:rPr>
            </w:pPr>
            <w:r w:rsidRPr="005A3A33">
              <w:rPr>
                <w:spacing w:val="0"/>
              </w:rPr>
              <w:t>Registrikood 70004459</w:t>
            </w:r>
          </w:p>
          <w:p w14:paraId="3D4FBAB6"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36BAB1A8" w14:textId="3E5A72C4" w:rsidR="00FF2E0D" w:rsidRPr="005A3A33" w:rsidRDefault="00057DD0" w:rsidP="00561311">
            <w:pPr>
              <w:tabs>
                <w:tab w:val="left" w:pos="4320"/>
              </w:tabs>
              <w:jc w:val="both"/>
              <w:rPr>
                <w:iCs/>
                <w:spacing w:val="0"/>
              </w:rPr>
            </w:pPr>
            <w:r>
              <w:rPr>
                <w:iCs/>
                <w:spacing w:val="0"/>
              </w:rPr>
              <w:t>Aruna-Ehitus OÜ</w:t>
            </w:r>
          </w:p>
          <w:p w14:paraId="333E5632" w14:textId="7B774B56" w:rsidR="00561311" w:rsidRPr="005A3A33" w:rsidRDefault="00057DD0" w:rsidP="00561311">
            <w:pPr>
              <w:tabs>
                <w:tab w:val="left" w:pos="4320"/>
              </w:tabs>
              <w:jc w:val="both"/>
              <w:rPr>
                <w:iCs/>
                <w:spacing w:val="0"/>
              </w:rPr>
            </w:pPr>
            <w:r>
              <w:rPr>
                <w:spacing w:val="-3"/>
              </w:rPr>
              <w:t>Valge 13, Tallinn</w:t>
            </w:r>
          </w:p>
          <w:p w14:paraId="797D7FAC" w14:textId="102CD3C1" w:rsidR="00FF2E0D" w:rsidRPr="005A3A33" w:rsidRDefault="004A4BF3" w:rsidP="00561311">
            <w:pPr>
              <w:tabs>
                <w:tab w:val="left" w:pos="4320"/>
              </w:tabs>
              <w:jc w:val="both"/>
              <w:rPr>
                <w:iCs/>
                <w:spacing w:val="0"/>
              </w:rPr>
            </w:pPr>
            <w:r w:rsidRPr="005A3A33">
              <w:rPr>
                <w:spacing w:val="0"/>
                <w:szCs w:val="18"/>
              </w:rPr>
              <w:t xml:space="preserve">Registrikood </w:t>
            </w:r>
            <w:r w:rsidR="00057DD0">
              <w:rPr>
                <w:spacing w:val="0"/>
                <w:szCs w:val="18"/>
              </w:rPr>
              <w:t>10886001</w:t>
            </w:r>
          </w:p>
          <w:p w14:paraId="5E97DC93" w14:textId="0A87147E" w:rsidR="00561311" w:rsidRPr="005A3A33" w:rsidRDefault="004A4BF3" w:rsidP="002B4335">
            <w:pPr>
              <w:tabs>
                <w:tab w:val="left" w:pos="4320"/>
              </w:tabs>
              <w:jc w:val="both"/>
              <w:rPr>
                <w:iCs/>
                <w:spacing w:val="0"/>
              </w:rPr>
            </w:pPr>
            <w:r w:rsidRPr="005A3A33">
              <w:rPr>
                <w:spacing w:val="0"/>
                <w:szCs w:val="18"/>
              </w:rPr>
              <w:t xml:space="preserve">Telefon </w:t>
            </w:r>
            <w:r w:rsidR="00057DD0">
              <w:rPr>
                <w:spacing w:val="-3"/>
              </w:rPr>
              <w:t>5020380</w:t>
            </w:r>
          </w:p>
        </w:tc>
      </w:tr>
      <w:tr w:rsidR="005E2123" w:rsidRPr="005A3A33" w14:paraId="1A3C5BC9" w14:textId="77777777" w:rsidTr="005E2123">
        <w:trPr>
          <w:trHeight w:val="1097"/>
        </w:trPr>
        <w:tc>
          <w:tcPr>
            <w:tcW w:w="4536" w:type="dxa"/>
            <w:vAlign w:val="bottom"/>
          </w:tcPr>
          <w:p w14:paraId="2ACF9532"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89B788D" w14:textId="77777777" w:rsidR="002B4335" w:rsidRPr="003D2132" w:rsidRDefault="002B4335" w:rsidP="002B4335">
            <w:pPr>
              <w:tabs>
                <w:tab w:val="left" w:pos="4320"/>
              </w:tabs>
              <w:rPr>
                <w:spacing w:val="0"/>
              </w:rPr>
            </w:pPr>
          </w:p>
        </w:tc>
        <w:tc>
          <w:tcPr>
            <w:tcW w:w="4464" w:type="dxa"/>
            <w:vAlign w:val="bottom"/>
          </w:tcPr>
          <w:p w14:paraId="7F6CC4CF"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0AC748B1" w14:textId="77777777" w:rsidR="002B4335" w:rsidRPr="00470DE8" w:rsidRDefault="002B4335" w:rsidP="002B4335">
            <w:pPr>
              <w:tabs>
                <w:tab w:val="left" w:pos="4320"/>
              </w:tabs>
              <w:rPr>
                <w:spacing w:val="-3"/>
              </w:rPr>
            </w:pPr>
          </w:p>
        </w:tc>
      </w:tr>
      <w:tr w:rsidR="003D2132" w:rsidRPr="005A3A33" w14:paraId="68EA8C43" w14:textId="77777777" w:rsidTr="003D2132">
        <w:trPr>
          <w:trHeight w:val="340"/>
        </w:trPr>
        <w:tc>
          <w:tcPr>
            <w:tcW w:w="4536" w:type="dxa"/>
            <w:vAlign w:val="bottom"/>
          </w:tcPr>
          <w:p w14:paraId="1899EB50" w14:textId="63AF41BE" w:rsidR="003D2132" w:rsidRPr="003D2132" w:rsidRDefault="00B03655" w:rsidP="002B4335">
            <w:pPr>
              <w:tabs>
                <w:tab w:val="left" w:pos="4320"/>
              </w:tabs>
              <w:rPr>
                <w:spacing w:val="0"/>
              </w:rPr>
            </w:pPr>
            <w:r>
              <w:rPr>
                <w:spacing w:val="0"/>
                <w:lang w:val="en-AU"/>
              </w:rPr>
              <w:t>ehitusspetsialist</w:t>
            </w:r>
          </w:p>
        </w:tc>
        <w:tc>
          <w:tcPr>
            <w:tcW w:w="4464" w:type="dxa"/>
            <w:vAlign w:val="bottom"/>
          </w:tcPr>
          <w:p w14:paraId="63E525DD" w14:textId="3EC55D13" w:rsidR="003D2132" w:rsidRPr="003D2132" w:rsidRDefault="00057DD0" w:rsidP="002B4335">
            <w:pPr>
              <w:tabs>
                <w:tab w:val="left" w:pos="4320"/>
              </w:tabs>
              <w:rPr>
                <w:spacing w:val="0"/>
              </w:rPr>
            </w:pPr>
            <w:proofErr w:type="spellStart"/>
            <w:r>
              <w:rPr>
                <w:spacing w:val="0"/>
                <w:lang w:val="en-AU"/>
              </w:rPr>
              <w:t>Juhatuse</w:t>
            </w:r>
            <w:proofErr w:type="spellEnd"/>
            <w:r>
              <w:rPr>
                <w:spacing w:val="0"/>
                <w:lang w:val="en-AU"/>
              </w:rPr>
              <w:t xml:space="preserve"> </w:t>
            </w:r>
            <w:proofErr w:type="spellStart"/>
            <w:r>
              <w:rPr>
                <w:spacing w:val="0"/>
                <w:lang w:val="en-AU"/>
              </w:rPr>
              <w:t>liige</w:t>
            </w:r>
            <w:proofErr w:type="spellEnd"/>
          </w:p>
        </w:tc>
      </w:tr>
      <w:tr w:rsidR="003D2132" w:rsidRPr="009603AB" w14:paraId="35113853" w14:textId="77777777" w:rsidTr="003D2132">
        <w:trPr>
          <w:trHeight w:val="340"/>
        </w:trPr>
        <w:tc>
          <w:tcPr>
            <w:tcW w:w="4536" w:type="dxa"/>
            <w:vAlign w:val="bottom"/>
          </w:tcPr>
          <w:p w14:paraId="0913E5A6" w14:textId="7A55E240" w:rsidR="003D2132" w:rsidRPr="002E558B" w:rsidRDefault="00B03655" w:rsidP="002B4335">
            <w:pPr>
              <w:tabs>
                <w:tab w:val="left" w:pos="4320"/>
              </w:tabs>
              <w:rPr>
                <w:spacing w:val="0"/>
              </w:rPr>
            </w:pPr>
            <w:r>
              <w:rPr>
                <w:spacing w:val="0"/>
                <w:lang w:val="en-AU"/>
              </w:rPr>
              <w:t>Jüri Orlov</w:t>
            </w:r>
            <w:r w:rsidR="003D2132" w:rsidRPr="002E558B">
              <w:rPr>
                <w:spacing w:val="0"/>
              </w:rPr>
              <w:t xml:space="preserve"> </w:t>
            </w:r>
          </w:p>
        </w:tc>
        <w:tc>
          <w:tcPr>
            <w:tcW w:w="4464" w:type="dxa"/>
            <w:vAlign w:val="bottom"/>
          </w:tcPr>
          <w:p w14:paraId="5B5DB5B8" w14:textId="3C8D9C3F" w:rsidR="003D2132" w:rsidRPr="002E558B" w:rsidRDefault="00057DD0" w:rsidP="002B4335">
            <w:pPr>
              <w:tabs>
                <w:tab w:val="left" w:pos="4320"/>
              </w:tabs>
              <w:rPr>
                <w:spacing w:val="0"/>
              </w:rPr>
            </w:pPr>
            <w:r>
              <w:rPr>
                <w:spacing w:val="0"/>
                <w:lang w:val="en-AU"/>
              </w:rPr>
              <w:t>Arunas Buga</w:t>
            </w:r>
          </w:p>
        </w:tc>
      </w:tr>
    </w:tbl>
    <w:p w14:paraId="70AA91E1"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513E6" w14:textId="77777777" w:rsidR="00D07AEF" w:rsidRDefault="00D07AEF">
      <w:r>
        <w:separator/>
      </w:r>
    </w:p>
  </w:endnote>
  <w:endnote w:type="continuationSeparator" w:id="0">
    <w:p w14:paraId="1A6E3CD9" w14:textId="77777777" w:rsidR="00D07AEF" w:rsidRDefault="00D07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E5BA0" w14:textId="77777777" w:rsidR="00D07AEF" w:rsidRDefault="00D07AEF">
      <w:r>
        <w:separator/>
      </w:r>
    </w:p>
  </w:footnote>
  <w:footnote w:type="continuationSeparator" w:id="0">
    <w:p w14:paraId="1CB64FD9" w14:textId="77777777" w:rsidR="00D07AEF" w:rsidRDefault="00D07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0BEC9" w14:textId="77777777"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520976">
      <w:rPr>
        <w:rStyle w:val="PageNumber"/>
        <w:noProof/>
        <w:color w:val="808080"/>
        <w:sz w:val="20"/>
        <w:szCs w:val="20"/>
      </w:rPr>
      <w:t>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911502060">
    <w:abstractNumId w:val="21"/>
  </w:num>
  <w:num w:numId="2" w16cid:durableId="793015565">
    <w:abstractNumId w:val="20"/>
  </w:num>
  <w:num w:numId="3" w16cid:durableId="1639336498">
    <w:abstractNumId w:val="3"/>
  </w:num>
  <w:num w:numId="4" w16cid:durableId="882211235">
    <w:abstractNumId w:val="25"/>
  </w:num>
  <w:num w:numId="5" w16cid:durableId="562982889">
    <w:abstractNumId w:val="16"/>
  </w:num>
  <w:num w:numId="6" w16cid:durableId="1991708503">
    <w:abstractNumId w:val="22"/>
  </w:num>
  <w:num w:numId="7" w16cid:durableId="1555891642">
    <w:abstractNumId w:val="12"/>
  </w:num>
  <w:num w:numId="8" w16cid:durableId="838036284">
    <w:abstractNumId w:val="0"/>
  </w:num>
  <w:num w:numId="9" w16cid:durableId="1731807253">
    <w:abstractNumId w:val="19"/>
  </w:num>
  <w:num w:numId="10" w16cid:durableId="67193758">
    <w:abstractNumId w:val="5"/>
  </w:num>
  <w:num w:numId="11" w16cid:durableId="1656491115">
    <w:abstractNumId w:val="28"/>
  </w:num>
  <w:num w:numId="12" w16cid:durableId="765152876">
    <w:abstractNumId w:val="13"/>
  </w:num>
  <w:num w:numId="13" w16cid:durableId="914359166">
    <w:abstractNumId w:val="8"/>
  </w:num>
  <w:num w:numId="14" w16cid:durableId="51387603">
    <w:abstractNumId w:val="27"/>
  </w:num>
  <w:num w:numId="15" w16cid:durableId="688604861">
    <w:abstractNumId w:val="24"/>
  </w:num>
  <w:num w:numId="16" w16cid:durableId="1830827370">
    <w:abstractNumId w:val="9"/>
  </w:num>
  <w:num w:numId="17" w16cid:durableId="767852438">
    <w:abstractNumId w:val="2"/>
  </w:num>
  <w:num w:numId="18" w16cid:durableId="1380937022">
    <w:abstractNumId w:val="17"/>
  </w:num>
  <w:num w:numId="19" w16cid:durableId="1798259379">
    <w:abstractNumId w:val="11"/>
  </w:num>
  <w:num w:numId="20" w16cid:durableId="970206089">
    <w:abstractNumId w:val="26"/>
  </w:num>
  <w:num w:numId="21" w16cid:durableId="817843338">
    <w:abstractNumId w:val="15"/>
  </w:num>
  <w:num w:numId="22" w16cid:durableId="12732405">
    <w:abstractNumId w:val="18"/>
  </w:num>
  <w:num w:numId="23" w16cid:durableId="1821144099">
    <w:abstractNumId w:val="4"/>
  </w:num>
  <w:num w:numId="24" w16cid:durableId="1314529587">
    <w:abstractNumId w:val="7"/>
  </w:num>
  <w:num w:numId="25" w16cid:durableId="363676958">
    <w:abstractNumId w:val="1"/>
  </w:num>
  <w:num w:numId="26" w16cid:durableId="1998486860">
    <w:abstractNumId w:val="6"/>
  </w:num>
  <w:num w:numId="27" w16cid:durableId="48965595">
    <w:abstractNumId w:val="14"/>
  </w:num>
  <w:num w:numId="28" w16cid:durableId="1694921637">
    <w:abstractNumId w:val="23"/>
  </w:num>
  <w:num w:numId="29" w16cid:durableId="939833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976"/>
    <w:rsid w:val="00003552"/>
    <w:rsid w:val="00007B2B"/>
    <w:rsid w:val="00010E89"/>
    <w:rsid w:val="00024C33"/>
    <w:rsid w:val="000310AC"/>
    <w:rsid w:val="000314D3"/>
    <w:rsid w:val="000470C0"/>
    <w:rsid w:val="000521CE"/>
    <w:rsid w:val="00057DD0"/>
    <w:rsid w:val="00060081"/>
    <w:rsid w:val="0006341C"/>
    <w:rsid w:val="0007111D"/>
    <w:rsid w:val="0007469B"/>
    <w:rsid w:val="0007601E"/>
    <w:rsid w:val="00083543"/>
    <w:rsid w:val="00084BA6"/>
    <w:rsid w:val="00085556"/>
    <w:rsid w:val="00086A22"/>
    <w:rsid w:val="000A5D0D"/>
    <w:rsid w:val="000C10F1"/>
    <w:rsid w:val="000D2592"/>
    <w:rsid w:val="000F3927"/>
    <w:rsid w:val="001023BF"/>
    <w:rsid w:val="0010269D"/>
    <w:rsid w:val="00110912"/>
    <w:rsid w:val="00110C39"/>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2E5D79"/>
    <w:rsid w:val="003313EF"/>
    <w:rsid w:val="00333E02"/>
    <w:rsid w:val="00334246"/>
    <w:rsid w:val="0034005B"/>
    <w:rsid w:val="00343EBA"/>
    <w:rsid w:val="0034767B"/>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05F5"/>
    <w:rsid w:val="004D6E71"/>
    <w:rsid w:val="004D7186"/>
    <w:rsid w:val="004E37F4"/>
    <w:rsid w:val="004F260C"/>
    <w:rsid w:val="005001FD"/>
    <w:rsid w:val="00505485"/>
    <w:rsid w:val="005103AC"/>
    <w:rsid w:val="005202B2"/>
    <w:rsid w:val="00520976"/>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D75E1"/>
    <w:rsid w:val="006E493A"/>
    <w:rsid w:val="006F36C4"/>
    <w:rsid w:val="00701A6A"/>
    <w:rsid w:val="00713428"/>
    <w:rsid w:val="00727DC2"/>
    <w:rsid w:val="007314CF"/>
    <w:rsid w:val="00740B81"/>
    <w:rsid w:val="00742BF5"/>
    <w:rsid w:val="00747DAF"/>
    <w:rsid w:val="00754E29"/>
    <w:rsid w:val="00764277"/>
    <w:rsid w:val="007660CE"/>
    <w:rsid w:val="007741C1"/>
    <w:rsid w:val="00780F2A"/>
    <w:rsid w:val="0079313F"/>
    <w:rsid w:val="007A2FCE"/>
    <w:rsid w:val="007A541D"/>
    <w:rsid w:val="007B7BB4"/>
    <w:rsid w:val="007F1CA5"/>
    <w:rsid w:val="0080599F"/>
    <w:rsid w:val="008145C3"/>
    <w:rsid w:val="00817E41"/>
    <w:rsid w:val="008235A5"/>
    <w:rsid w:val="008319DC"/>
    <w:rsid w:val="00833639"/>
    <w:rsid w:val="008522D5"/>
    <w:rsid w:val="00852AE5"/>
    <w:rsid w:val="0085684B"/>
    <w:rsid w:val="0085737D"/>
    <w:rsid w:val="00862E8E"/>
    <w:rsid w:val="00865FC7"/>
    <w:rsid w:val="00873E55"/>
    <w:rsid w:val="00877A32"/>
    <w:rsid w:val="008816FB"/>
    <w:rsid w:val="00882874"/>
    <w:rsid w:val="008B3DA5"/>
    <w:rsid w:val="008B68D6"/>
    <w:rsid w:val="008C2178"/>
    <w:rsid w:val="008C69F3"/>
    <w:rsid w:val="008C7512"/>
    <w:rsid w:val="008D247D"/>
    <w:rsid w:val="009109EE"/>
    <w:rsid w:val="0091421C"/>
    <w:rsid w:val="00925DB6"/>
    <w:rsid w:val="009311E2"/>
    <w:rsid w:val="009325FD"/>
    <w:rsid w:val="00933BFC"/>
    <w:rsid w:val="00954F57"/>
    <w:rsid w:val="009603AB"/>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794"/>
    <w:rsid w:val="00AE4FB5"/>
    <w:rsid w:val="00AF0012"/>
    <w:rsid w:val="00AF38E6"/>
    <w:rsid w:val="00B03655"/>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10C2D"/>
    <w:rsid w:val="00C30F0E"/>
    <w:rsid w:val="00C426B9"/>
    <w:rsid w:val="00C448C0"/>
    <w:rsid w:val="00C47C61"/>
    <w:rsid w:val="00CA1F35"/>
    <w:rsid w:val="00CA2B5D"/>
    <w:rsid w:val="00CA7555"/>
    <w:rsid w:val="00CB0E41"/>
    <w:rsid w:val="00CC3F43"/>
    <w:rsid w:val="00CF2C51"/>
    <w:rsid w:val="00CF2D96"/>
    <w:rsid w:val="00D07AEF"/>
    <w:rsid w:val="00D135D3"/>
    <w:rsid w:val="00D21B88"/>
    <w:rsid w:val="00D256FE"/>
    <w:rsid w:val="00D353D2"/>
    <w:rsid w:val="00D35EDF"/>
    <w:rsid w:val="00D63E89"/>
    <w:rsid w:val="00D64E88"/>
    <w:rsid w:val="00D708C2"/>
    <w:rsid w:val="00D84FE7"/>
    <w:rsid w:val="00D856BC"/>
    <w:rsid w:val="00DA731F"/>
    <w:rsid w:val="00DC0D76"/>
    <w:rsid w:val="00DD2D98"/>
    <w:rsid w:val="00DD41BC"/>
    <w:rsid w:val="00DD7F36"/>
    <w:rsid w:val="00DF51C2"/>
    <w:rsid w:val="00E01ADB"/>
    <w:rsid w:val="00E03F91"/>
    <w:rsid w:val="00E04B90"/>
    <w:rsid w:val="00E2059B"/>
    <w:rsid w:val="00E30997"/>
    <w:rsid w:val="00E373C8"/>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7EA5"/>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023A1"/>
  <w15:docId w15:val="{82347EA9-BB94-480B-A249-FD0F6A4B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character" w:customStyle="1" w:styleId="HeaderChar">
    <w:name w:val="Header Char"/>
    <w:basedOn w:val="DefaultParagraphFont"/>
    <w:link w:val="Header"/>
    <w:uiPriority w:val="99"/>
    <w:rsid w:val="002E5D79"/>
    <w:rPr>
      <w:spacing w:val="-20"/>
      <w:sz w:val="24"/>
      <w:szCs w:val="24"/>
      <w:lang w:eastAsia="en-US"/>
    </w:rPr>
  </w:style>
  <w:style w:type="paragraph" w:styleId="ListParagraph">
    <w:name w:val="List Paragraph"/>
    <w:basedOn w:val="Normal"/>
    <w:uiPriority w:val="34"/>
    <w:qFormat/>
    <w:rsid w:val="00B03655"/>
    <w:pPr>
      <w:ind w:left="720"/>
      <w:contextualSpacing/>
    </w:pPr>
  </w:style>
  <w:style w:type="character" w:styleId="UnresolvedMention">
    <w:name w:val="Unresolved Mention"/>
    <w:basedOn w:val="DefaultParagraphFont"/>
    <w:uiPriority w:val="99"/>
    <w:semiHidden/>
    <w:unhideWhenUsed/>
    <w:rsid w:val="007F1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onid@arunaehitus.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BE420-5029-4F58-9D8A-D4CE30F13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TÖÖVÕTULEPING.dotx</Template>
  <TotalTime>3</TotalTime>
  <Pages>9</Pages>
  <Words>2980</Words>
  <Characters>21689</Characters>
  <Application>Microsoft Office Word</Application>
  <DocSecurity>0</DocSecurity>
  <Lines>180</Lines>
  <Paragraphs>49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3</cp:revision>
  <cp:lastPrinted>2012-01-19T11:15:00Z</cp:lastPrinted>
  <dcterms:created xsi:type="dcterms:W3CDTF">2024-07-18T11:27:00Z</dcterms:created>
  <dcterms:modified xsi:type="dcterms:W3CDTF">2024-07-18T11:27:00Z</dcterms:modified>
</cp:coreProperties>
</file>